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488E6" w14:textId="77777777" w:rsidR="008A1B62" w:rsidRPr="00A14389" w:rsidRDefault="008A1B62" w:rsidP="008A1B62">
      <w:pPr>
        <w:pStyle w:val="Heading1"/>
      </w:pPr>
      <w:bookmarkStart w:id="0" w:name="_Ref446332378"/>
      <w:bookmarkStart w:id="1" w:name="_Toc446662199"/>
      <w:bookmarkStart w:id="2" w:name="_GoBack"/>
      <w:bookmarkEnd w:id="2"/>
      <w:r w:rsidRPr="00A14389">
        <w:t>Story</w:t>
      </w:r>
    </w:p>
    <w:p w14:paraId="3174AA09" w14:textId="424C8D8B" w:rsidR="008A1B62" w:rsidRPr="00A14389" w:rsidRDefault="00DF4B78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As a member of the billing staff</w:t>
      </w:r>
      <w:r w:rsidR="008E7EE4" w:rsidRPr="003B76D0">
        <w:rPr>
          <w:rFonts w:ascii="Times New Roman" w:hAnsi="Times New Roman"/>
        </w:rPr>
        <w:t xml:space="preserve"> at a VA Medical Center (VAMC) or Consolidated Pat</w:t>
      </w:r>
      <w:r w:rsidR="001725FB">
        <w:rPr>
          <w:rFonts w:ascii="Times New Roman" w:hAnsi="Times New Roman"/>
        </w:rPr>
        <w:t>ient Account Center (CPAC), I want</w:t>
      </w:r>
      <w:r w:rsidR="00F625E6">
        <w:rPr>
          <w:rFonts w:ascii="Times New Roman" w:hAnsi="Times New Roman"/>
        </w:rPr>
        <w:t xml:space="preserve"> to be able to </w:t>
      </w:r>
      <w:r w:rsidR="00CB14CF">
        <w:rPr>
          <w:rFonts w:ascii="Times New Roman" w:hAnsi="Times New Roman"/>
        </w:rPr>
        <w:t xml:space="preserve">define </w:t>
      </w:r>
      <w:r w:rsidR="00F625E6">
        <w:rPr>
          <w:rFonts w:ascii="Times New Roman" w:hAnsi="Times New Roman"/>
        </w:rPr>
        <w:t>Provider IDs that are assigned by Form Type, to the additional</w:t>
      </w:r>
      <w:r w:rsidR="00CB14CF">
        <w:rPr>
          <w:rFonts w:ascii="Times New Roman" w:hAnsi="Times New Roman"/>
        </w:rPr>
        <w:t xml:space="preserve"> J430D Form Type</w:t>
      </w:r>
      <w:r w:rsidR="001725FB">
        <w:rPr>
          <w:rFonts w:ascii="Times New Roman" w:hAnsi="Times New Roman"/>
        </w:rPr>
        <w:t>.</w:t>
      </w:r>
    </w:p>
    <w:bookmarkEnd w:id="0"/>
    <w:bookmarkEnd w:id="1"/>
    <w:p w14:paraId="034AC1FC" w14:textId="50140614" w:rsidR="008C123B" w:rsidRDefault="00A14389" w:rsidP="00A97CC2">
      <w:pPr>
        <w:pStyle w:val="BodyText"/>
        <w:rPr>
          <w:rFonts w:ascii="Arial" w:hAnsi="Arial" w:cs="Arial"/>
        </w:rPr>
      </w:pPr>
      <w:r w:rsidRPr="00A14389">
        <w:rPr>
          <w:rFonts w:ascii="Arial" w:hAnsi="Arial" w:cs="Arial"/>
          <w:b/>
        </w:rPr>
        <w:t>Assumptions</w:t>
      </w:r>
    </w:p>
    <w:p w14:paraId="75C50899" w14:textId="2FA64787" w:rsidR="00E650E5" w:rsidRPr="00A14389" w:rsidRDefault="00F625E6" w:rsidP="00F625E6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p w14:paraId="034AC1FD" w14:textId="7604811E" w:rsidR="00A97CC2" w:rsidRPr="00A14389" w:rsidRDefault="00EA1F8A" w:rsidP="00EA1F8A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E02FF5" w14:paraId="7B036E58" w14:textId="77777777" w:rsidTr="00712E69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EB1999" w14:textId="401F3669" w:rsidR="00E02FF5" w:rsidRPr="00E02FF5" w:rsidRDefault="00712E69" w:rsidP="00712E69">
            <w:pPr>
              <w:pStyle w:val="TableHeading"/>
            </w:pPr>
            <w: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341B682" w14:textId="4A02CB27" w:rsidR="00E02FF5" w:rsidRPr="00E02FF5" w:rsidRDefault="00E02FF5" w:rsidP="00712E69">
            <w:pPr>
              <w:pStyle w:val="TableHeading"/>
            </w:pPr>
            <w:r w:rsidRPr="00E02FF5">
              <w:t>Criteria</w:t>
            </w:r>
          </w:p>
        </w:tc>
      </w:tr>
      <w:tr w:rsidR="00E02FF5" w14:paraId="00D5C256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DAD23FF" w14:textId="4D682CCA" w:rsidR="00E02FF5" w:rsidRDefault="00CB631D" w:rsidP="00A97CC2">
            <w:pPr>
              <w:pStyle w:val="Body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F9FB3A1" w14:textId="0ECC4AA9" w:rsidR="00CB14CF" w:rsidRDefault="00CB14CF" w:rsidP="00CB14CF">
            <w:pPr>
              <w:pStyle w:val="TableText"/>
            </w:pPr>
            <w:r>
              <w:t>Provider ID Maintenance</w:t>
            </w:r>
            <w:r w:rsidR="00F625E6">
              <w:t xml:space="preserve"> - The IB System will provide th</w:t>
            </w:r>
            <w:r>
              <w:t>e ability for users to define the following provider ID types by the Form Type J430D:</w:t>
            </w:r>
          </w:p>
          <w:p w14:paraId="0CBB017B" w14:textId="44C2864B" w:rsidR="00CB14CF" w:rsidRDefault="00CB14CF" w:rsidP="00C35EC8">
            <w:pPr>
              <w:pStyle w:val="TableText"/>
              <w:numPr>
                <w:ilvl w:val="0"/>
                <w:numId w:val="44"/>
              </w:numPr>
            </w:pPr>
            <w:r>
              <w:t>VA</w:t>
            </w:r>
            <w:r w:rsidR="00C35EC8">
              <w:t xml:space="preserve">  Provider Own ID</w:t>
            </w:r>
          </w:p>
          <w:p w14:paraId="55706683" w14:textId="13B86E52" w:rsidR="00CB14CF" w:rsidRDefault="00CB14CF" w:rsidP="00CB14CF">
            <w:pPr>
              <w:pStyle w:val="TableText"/>
              <w:numPr>
                <w:ilvl w:val="0"/>
                <w:numId w:val="44"/>
              </w:numPr>
            </w:pPr>
            <w:r>
              <w:t>VA  Provider Insurance ID</w:t>
            </w:r>
          </w:p>
          <w:p w14:paraId="41525934" w14:textId="05D730E5" w:rsidR="00CB14CF" w:rsidRDefault="00CB14CF" w:rsidP="00CB14CF">
            <w:pPr>
              <w:pStyle w:val="TableText"/>
              <w:numPr>
                <w:ilvl w:val="0"/>
                <w:numId w:val="44"/>
              </w:numPr>
            </w:pPr>
            <w:r>
              <w:t xml:space="preserve">VA </w:t>
            </w:r>
            <w:r w:rsidR="00C35EC8">
              <w:t xml:space="preserve">Provider IDs </w:t>
            </w:r>
            <w:r>
              <w:t>by Care Units</w:t>
            </w:r>
          </w:p>
          <w:p w14:paraId="0F34E880" w14:textId="7AB043F9" w:rsidR="00CB14CF" w:rsidRDefault="00C35EC8" w:rsidP="00CB14CF">
            <w:pPr>
              <w:pStyle w:val="TableText"/>
              <w:numPr>
                <w:ilvl w:val="0"/>
                <w:numId w:val="44"/>
              </w:numPr>
            </w:pPr>
            <w:r>
              <w:t xml:space="preserve">Non-VA </w:t>
            </w:r>
            <w:r w:rsidR="00CB14CF">
              <w:t>Provider</w:t>
            </w:r>
            <w:r>
              <w:t xml:space="preserve"> Own ID</w:t>
            </w:r>
          </w:p>
          <w:p w14:paraId="60176CB2" w14:textId="1820BD7E" w:rsidR="00C35EC8" w:rsidRDefault="00C35EC8" w:rsidP="00CB14CF">
            <w:pPr>
              <w:pStyle w:val="TableText"/>
              <w:numPr>
                <w:ilvl w:val="0"/>
                <w:numId w:val="44"/>
              </w:numPr>
            </w:pPr>
            <w:r>
              <w:t>Non-VA Provider Insurance ID</w:t>
            </w:r>
          </w:p>
          <w:p w14:paraId="130F8662" w14:textId="77777777" w:rsidR="00CB14CF" w:rsidRDefault="00CB14CF" w:rsidP="00CB14CF">
            <w:pPr>
              <w:pStyle w:val="TableText"/>
              <w:numPr>
                <w:ilvl w:val="0"/>
                <w:numId w:val="44"/>
              </w:numPr>
            </w:pPr>
            <w:r>
              <w:t>Non-VA Facility</w:t>
            </w:r>
            <w:r w:rsidR="00C35EC8">
              <w:t xml:space="preserve"> Own ID</w:t>
            </w:r>
          </w:p>
          <w:p w14:paraId="1F7A24D6" w14:textId="77777777" w:rsidR="00C35EC8" w:rsidRDefault="00C35EC8" w:rsidP="00CB14CF">
            <w:pPr>
              <w:pStyle w:val="TableText"/>
              <w:numPr>
                <w:ilvl w:val="0"/>
                <w:numId w:val="44"/>
              </w:numPr>
            </w:pPr>
            <w:r>
              <w:t>Non-VA Facility Insurance ID</w:t>
            </w:r>
          </w:p>
          <w:p w14:paraId="064ADB8F" w14:textId="2BE3EE33" w:rsidR="00C35EC8" w:rsidRPr="008E7EE4" w:rsidRDefault="00C35EC8" w:rsidP="00CB14CF">
            <w:pPr>
              <w:pStyle w:val="TableText"/>
              <w:numPr>
                <w:ilvl w:val="0"/>
                <w:numId w:val="44"/>
              </w:numPr>
            </w:pPr>
            <w:r>
              <w:t>Default Insurance IDs</w:t>
            </w:r>
          </w:p>
        </w:tc>
      </w:tr>
    </w:tbl>
    <w:p w14:paraId="034AC1FE" w14:textId="2BE68971" w:rsidR="00A97CC2" w:rsidRDefault="00E02FF5" w:rsidP="00DC69C6">
      <w:pPr>
        <w:pStyle w:val="Heading1"/>
      </w:pPr>
      <w:r>
        <w:t>Constraints</w:t>
      </w:r>
    </w:p>
    <w:p w14:paraId="6BB59CC5" w14:textId="597B0FF8" w:rsidR="00CE55E6" w:rsidRDefault="00CE55E6" w:rsidP="00CE55E6">
      <w:pPr>
        <w:pStyle w:val="ListNumber"/>
        <w:numPr>
          <w:ilvl w:val="0"/>
          <w:numId w:val="37"/>
        </w:numPr>
      </w:pPr>
      <w:r w:rsidRPr="00CE55E6">
        <w:t>This user story is dependent on US 2487 (Insurance Co</w:t>
      </w:r>
      <w:r>
        <w:t xml:space="preserve">mpany Entry/Edit – Dental), 1109 (Create dental Form/Update </w:t>
      </w:r>
      <w:proofErr w:type="spellStart"/>
      <w:r>
        <w:t>Autobiller</w:t>
      </w:r>
      <w:proofErr w:type="spellEnd"/>
      <w:r>
        <w:t>), 2488</w:t>
      </w:r>
      <w:r w:rsidRPr="00CE55E6">
        <w:t xml:space="preserve"> (Update Reports - Form Type J430D), US131 (Cr</w:t>
      </w:r>
      <w:r>
        <w:t xml:space="preserve">eate 837D Transaction), </w:t>
      </w:r>
      <w:r w:rsidRPr="00CE55E6">
        <w:t>and US1108 (Enter/Edit Dental Claims)</w:t>
      </w:r>
    </w:p>
    <w:p w14:paraId="034AC1FF" w14:textId="52C0BDD9" w:rsidR="00A97CC2" w:rsidRDefault="00DC69C6" w:rsidP="00DC69C6">
      <w:pPr>
        <w:pStyle w:val="ListNumber"/>
        <w:numPr>
          <w:ilvl w:val="0"/>
          <w:numId w:val="37"/>
        </w:numPr>
      </w:pPr>
      <w:r>
        <w:t>The Financial Services Ce</w:t>
      </w:r>
      <w:r w:rsidR="00834520">
        <w:t xml:space="preserve">nter (FSC) </w:t>
      </w:r>
      <w:r w:rsidR="008E7EE4">
        <w:t xml:space="preserve">must </w:t>
      </w:r>
      <w:r w:rsidR="00F625E6">
        <w:t>provide testing resources</w:t>
      </w:r>
    </w:p>
    <w:p w14:paraId="5B768AA6" w14:textId="5724F182" w:rsidR="002E1F4D" w:rsidRDefault="002E1F4D" w:rsidP="00DC69C6">
      <w:pPr>
        <w:pStyle w:val="ListNumber"/>
        <w:numPr>
          <w:ilvl w:val="0"/>
          <w:numId w:val="37"/>
        </w:numPr>
      </w:pPr>
      <w:r>
        <w:t>Cha</w:t>
      </w:r>
      <w:r w:rsidR="00F625E6">
        <w:t>nge Health Care must provide testing resources</w:t>
      </w:r>
    </w:p>
    <w:p w14:paraId="62AC1CBE" w14:textId="65BB25FC" w:rsidR="0027760F" w:rsidRDefault="0027760F" w:rsidP="00DC69C6">
      <w:pPr>
        <w:pStyle w:val="ListNumber"/>
        <w:numPr>
          <w:ilvl w:val="0"/>
          <w:numId w:val="37"/>
        </w:numPr>
      </w:pPr>
      <w:r>
        <w:t>Candidates f</w:t>
      </w:r>
      <w:r w:rsidR="00630AA0">
        <w:t xml:space="preserve">or IOC </w:t>
      </w:r>
      <w:r w:rsidR="00834520">
        <w:t>sites must</w:t>
      </w:r>
      <w:r w:rsidR="00630AA0">
        <w:t xml:space="preserve"> include sites that provide Dental S</w:t>
      </w:r>
      <w:r w:rsidR="00834520">
        <w:t>ervices to their</w:t>
      </w:r>
      <w:r w:rsidR="00630AA0">
        <w:t xml:space="preserve"> </w:t>
      </w:r>
      <w:r w:rsidR="002550D2">
        <w:t xml:space="preserve">billable </w:t>
      </w:r>
      <w:r w:rsidR="00630AA0">
        <w:t>Veterans</w:t>
      </w:r>
    </w:p>
    <w:p w14:paraId="41DE29A3" w14:textId="0C89A57E" w:rsidR="00DC69C6" w:rsidRDefault="00DC69C6" w:rsidP="00DC69C6">
      <w:pPr>
        <w:pStyle w:val="Heading1"/>
      </w:pPr>
      <w:r>
        <w:t>Risks</w:t>
      </w:r>
    </w:p>
    <w:p w14:paraId="179E9D68" w14:textId="723BC541" w:rsidR="00DC69C6" w:rsidRPr="00DC69C6" w:rsidRDefault="00834520" w:rsidP="00834520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sectPr w:rsidR="00DC69C6" w:rsidRPr="00DC69C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A6C4D" w14:textId="77777777" w:rsidR="007666C8" w:rsidRDefault="007666C8" w:rsidP="00A97CC2">
      <w:pPr>
        <w:spacing w:after="0" w:line="240" w:lineRule="auto"/>
      </w:pPr>
      <w:r>
        <w:separator/>
      </w:r>
    </w:p>
  </w:endnote>
  <w:endnote w:type="continuationSeparator" w:id="0">
    <w:p w14:paraId="22E7640B" w14:textId="77777777" w:rsidR="007666C8" w:rsidRDefault="007666C8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380E2" w14:textId="77777777" w:rsidR="007666C8" w:rsidRDefault="007666C8" w:rsidP="00A97CC2">
      <w:pPr>
        <w:spacing w:after="0" w:line="240" w:lineRule="auto"/>
      </w:pPr>
      <w:r>
        <w:separator/>
      </w:r>
    </w:p>
  </w:footnote>
  <w:footnote w:type="continuationSeparator" w:id="0">
    <w:p w14:paraId="4A5E33CB" w14:textId="77777777" w:rsidR="007666C8" w:rsidRDefault="007666C8" w:rsidP="00A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8C" w14:textId="615032C7" w:rsidR="00F3588C" w:rsidRDefault="00832FB1">
    <w:pPr>
      <w:pStyle w:val="Header"/>
    </w:pPr>
    <w:r>
      <w:t xml:space="preserve">User Story: </w:t>
    </w:r>
    <w:r w:rsidR="00DF4B78">
      <w:t xml:space="preserve">Provider ID </w:t>
    </w:r>
    <w:proofErr w:type="spellStart"/>
    <w:r w:rsidR="00DF4B78">
      <w:t>Maintenance</w:t>
    </w:r>
    <w:r w:rsidR="00F625E6">
      <w:t>_Dental</w:t>
    </w:r>
    <w:proofErr w:type="spellEnd"/>
    <w:r w:rsidR="00CE55E6">
      <w:t xml:space="preserve"> (US2503</w:t>
    </w:r>
    <w:r>
      <w:t>)</w:t>
    </w:r>
    <w:r w:rsidR="00F3588C">
      <w:t>, v</w:t>
    </w:r>
    <w:r w:rsidR="00F625E6">
      <w:t>1</w:t>
    </w:r>
    <w:r w:rsidR="00F3588C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766C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5C76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B0898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0FAA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7EF2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8AC5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BC25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0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4D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4F57"/>
    <w:multiLevelType w:val="hybridMultilevel"/>
    <w:tmpl w:val="C34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747A8"/>
    <w:multiLevelType w:val="multilevel"/>
    <w:tmpl w:val="3434FA80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D09114B"/>
    <w:multiLevelType w:val="hybridMultilevel"/>
    <w:tmpl w:val="285E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E66E7"/>
    <w:multiLevelType w:val="hybridMultilevel"/>
    <w:tmpl w:val="86A25510"/>
    <w:lvl w:ilvl="0" w:tplc="32204A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80052"/>
    <w:multiLevelType w:val="hybridMultilevel"/>
    <w:tmpl w:val="429A7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0670A"/>
    <w:multiLevelType w:val="hybridMultilevel"/>
    <w:tmpl w:val="6C0CA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8031C"/>
    <w:multiLevelType w:val="hybridMultilevel"/>
    <w:tmpl w:val="07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902AA"/>
    <w:multiLevelType w:val="hybridMultilevel"/>
    <w:tmpl w:val="A37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4E7494"/>
    <w:multiLevelType w:val="hybridMultilevel"/>
    <w:tmpl w:val="2A32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81075"/>
    <w:multiLevelType w:val="hybridMultilevel"/>
    <w:tmpl w:val="5E86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506251"/>
    <w:multiLevelType w:val="hybridMultilevel"/>
    <w:tmpl w:val="1AF2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BF3DD0"/>
    <w:multiLevelType w:val="hybridMultilevel"/>
    <w:tmpl w:val="11D4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277E20"/>
    <w:multiLevelType w:val="hybridMultilevel"/>
    <w:tmpl w:val="CCFE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1517E"/>
    <w:multiLevelType w:val="hybridMultilevel"/>
    <w:tmpl w:val="3D5EC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533203"/>
    <w:multiLevelType w:val="hybridMultilevel"/>
    <w:tmpl w:val="9558E74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7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CD74BF"/>
    <w:multiLevelType w:val="hybridMultilevel"/>
    <w:tmpl w:val="19983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D041D"/>
    <w:multiLevelType w:val="hybridMultilevel"/>
    <w:tmpl w:val="12C0B73A"/>
    <w:lvl w:ilvl="0" w:tplc="0934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2424B7"/>
    <w:multiLevelType w:val="hybridMultilevel"/>
    <w:tmpl w:val="8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F01083"/>
    <w:multiLevelType w:val="hybridMultilevel"/>
    <w:tmpl w:val="9B7A1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CE36B1"/>
    <w:multiLevelType w:val="hybridMultilevel"/>
    <w:tmpl w:val="D250DA74"/>
    <w:lvl w:ilvl="0" w:tplc="990E4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D313FC"/>
    <w:multiLevelType w:val="hybridMultilevel"/>
    <w:tmpl w:val="C00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A00F8"/>
    <w:multiLevelType w:val="hybridMultilevel"/>
    <w:tmpl w:val="BEDE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3F0E12"/>
    <w:multiLevelType w:val="hybridMultilevel"/>
    <w:tmpl w:val="D5A2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</w:num>
  <w:num w:numId="4">
    <w:abstractNumId w:val="11"/>
  </w:num>
  <w:num w:numId="5">
    <w:abstractNumId w:val="10"/>
  </w:num>
  <w:num w:numId="6">
    <w:abstractNumId w:val="23"/>
  </w:num>
  <w:num w:numId="7">
    <w:abstractNumId w:val="40"/>
  </w:num>
  <w:num w:numId="8">
    <w:abstractNumId w:val="35"/>
  </w:num>
  <w:num w:numId="9">
    <w:abstractNumId w:val="17"/>
  </w:num>
  <w:num w:numId="10">
    <w:abstractNumId w:val="22"/>
  </w:num>
  <w:num w:numId="11">
    <w:abstractNumId w:val="12"/>
  </w:num>
  <w:num w:numId="12">
    <w:abstractNumId w:val="37"/>
  </w:num>
  <w:num w:numId="13">
    <w:abstractNumId w:val="24"/>
  </w:num>
  <w:num w:numId="14">
    <w:abstractNumId w:val="27"/>
  </w:num>
  <w:num w:numId="15">
    <w:abstractNumId w:val="39"/>
  </w:num>
  <w:num w:numId="16">
    <w:abstractNumId w:val="26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5"/>
  </w:num>
  <w:num w:numId="20">
    <w:abstractNumId w:val="31"/>
  </w:num>
  <w:num w:numId="21">
    <w:abstractNumId w:val="34"/>
  </w:num>
  <w:num w:numId="22">
    <w:abstractNumId w:val="18"/>
  </w:num>
  <w:num w:numId="23">
    <w:abstractNumId w:val="29"/>
  </w:num>
  <w:num w:numId="24">
    <w:abstractNumId w:val="16"/>
  </w:num>
  <w:num w:numId="25">
    <w:abstractNumId w:val="25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0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13"/>
  </w:num>
  <w:num w:numId="40">
    <w:abstractNumId w:val="36"/>
  </w:num>
  <w:num w:numId="41">
    <w:abstractNumId w:val="21"/>
  </w:num>
  <w:num w:numId="42">
    <w:abstractNumId w:val="14"/>
  </w:num>
  <w:num w:numId="43">
    <w:abstractNumId w:val="33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F"/>
    <w:rsid w:val="000255CB"/>
    <w:rsid w:val="00047C08"/>
    <w:rsid w:val="0005060D"/>
    <w:rsid w:val="00051B0D"/>
    <w:rsid w:val="00061CDB"/>
    <w:rsid w:val="0009349D"/>
    <w:rsid w:val="0009658F"/>
    <w:rsid w:val="000A0816"/>
    <w:rsid w:val="000B0068"/>
    <w:rsid w:val="000C2B0F"/>
    <w:rsid w:val="000F4FCC"/>
    <w:rsid w:val="00102CB9"/>
    <w:rsid w:val="001074B0"/>
    <w:rsid w:val="00143D64"/>
    <w:rsid w:val="00156C49"/>
    <w:rsid w:val="00157302"/>
    <w:rsid w:val="001725FB"/>
    <w:rsid w:val="001757DA"/>
    <w:rsid w:val="001800A7"/>
    <w:rsid w:val="00184106"/>
    <w:rsid w:val="0019723D"/>
    <w:rsid w:val="001A1F3F"/>
    <w:rsid w:val="001B39FB"/>
    <w:rsid w:val="001B41E7"/>
    <w:rsid w:val="001C49B5"/>
    <w:rsid w:val="001E0097"/>
    <w:rsid w:val="001E3229"/>
    <w:rsid w:val="001E7EF5"/>
    <w:rsid w:val="00213D2E"/>
    <w:rsid w:val="00214910"/>
    <w:rsid w:val="00217457"/>
    <w:rsid w:val="002244BC"/>
    <w:rsid w:val="00225188"/>
    <w:rsid w:val="00227037"/>
    <w:rsid w:val="00237DDD"/>
    <w:rsid w:val="00246E20"/>
    <w:rsid w:val="002550D2"/>
    <w:rsid w:val="002570EB"/>
    <w:rsid w:val="00265A71"/>
    <w:rsid w:val="00265E16"/>
    <w:rsid w:val="0027760F"/>
    <w:rsid w:val="0028679E"/>
    <w:rsid w:val="002A3D0B"/>
    <w:rsid w:val="002B405B"/>
    <w:rsid w:val="002B4F57"/>
    <w:rsid w:val="002D5AA1"/>
    <w:rsid w:val="002E1F4D"/>
    <w:rsid w:val="002F4074"/>
    <w:rsid w:val="0030208B"/>
    <w:rsid w:val="003079EE"/>
    <w:rsid w:val="003106C0"/>
    <w:rsid w:val="00312FC9"/>
    <w:rsid w:val="00332A8C"/>
    <w:rsid w:val="003418DD"/>
    <w:rsid w:val="0034263C"/>
    <w:rsid w:val="003441F7"/>
    <w:rsid w:val="00367A34"/>
    <w:rsid w:val="00374EF5"/>
    <w:rsid w:val="0038102E"/>
    <w:rsid w:val="00381734"/>
    <w:rsid w:val="00387FA0"/>
    <w:rsid w:val="00391072"/>
    <w:rsid w:val="0039302E"/>
    <w:rsid w:val="003A548C"/>
    <w:rsid w:val="003B058F"/>
    <w:rsid w:val="003B1202"/>
    <w:rsid w:val="003B167C"/>
    <w:rsid w:val="003B5514"/>
    <w:rsid w:val="003C4A30"/>
    <w:rsid w:val="003C6E73"/>
    <w:rsid w:val="003D192B"/>
    <w:rsid w:val="003E265F"/>
    <w:rsid w:val="003E317B"/>
    <w:rsid w:val="00402282"/>
    <w:rsid w:val="004132A1"/>
    <w:rsid w:val="00433CD1"/>
    <w:rsid w:val="00450E0D"/>
    <w:rsid w:val="00456771"/>
    <w:rsid w:val="00457A6C"/>
    <w:rsid w:val="00457ABC"/>
    <w:rsid w:val="00466F1A"/>
    <w:rsid w:val="00477A8C"/>
    <w:rsid w:val="00480B89"/>
    <w:rsid w:val="004840A5"/>
    <w:rsid w:val="00490FF2"/>
    <w:rsid w:val="0049295B"/>
    <w:rsid w:val="00497B86"/>
    <w:rsid w:val="004B78D6"/>
    <w:rsid w:val="004C11C3"/>
    <w:rsid w:val="004C5D36"/>
    <w:rsid w:val="004D1518"/>
    <w:rsid w:val="004D6B40"/>
    <w:rsid w:val="004E1C4F"/>
    <w:rsid w:val="00506F8C"/>
    <w:rsid w:val="005217A3"/>
    <w:rsid w:val="0057008E"/>
    <w:rsid w:val="00570FE6"/>
    <w:rsid w:val="0057473E"/>
    <w:rsid w:val="00575178"/>
    <w:rsid w:val="00582E33"/>
    <w:rsid w:val="0059183D"/>
    <w:rsid w:val="005A3DCB"/>
    <w:rsid w:val="005B1079"/>
    <w:rsid w:val="005C71D0"/>
    <w:rsid w:val="005E48AF"/>
    <w:rsid w:val="0063056F"/>
    <w:rsid w:val="00630AA0"/>
    <w:rsid w:val="00633A96"/>
    <w:rsid w:val="00642F20"/>
    <w:rsid w:val="00643C23"/>
    <w:rsid w:val="0065541D"/>
    <w:rsid w:val="00696863"/>
    <w:rsid w:val="006B163F"/>
    <w:rsid w:val="006B6D87"/>
    <w:rsid w:val="006C0F64"/>
    <w:rsid w:val="006C188F"/>
    <w:rsid w:val="006E4EC4"/>
    <w:rsid w:val="006F2645"/>
    <w:rsid w:val="00706226"/>
    <w:rsid w:val="00707B6F"/>
    <w:rsid w:val="00712E69"/>
    <w:rsid w:val="00712E79"/>
    <w:rsid w:val="00723317"/>
    <w:rsid w:val="00736AD8"/>
    <w:rsid w:val="007666C8"/>
    <w:rsid w:val="007862CC"/>
    <w:rsid w:val="00787C38"/>
    <w:rsid w:val="00790250"/>
    <w:rsid w:val="00797379"/>
    <w:rsid w:val="007B0924"/>
    <w:rsid w:val="007B2E8A"/>
    <w:rsid w:val="007B53CE"/>
    <w:rsid w:val="007B7A80"/>
    <w:rsid w:val="007D407D"/>
    <w:rsid w:val="007D4276"/>
    <w:rsid w:val="007E03E2"/>
    <w:rsid w:val="007F064C"/>
    <w:rsid w:val="007F33CD"/>
    <w:rsid w:val="007F4BD5"/>
    <w:rsid w:val="007F672E"/>
    <w:rsid w:val="00807C3F"/>
    <w:rsid w:val="0081433C"/>
    <w:rsid w:val="00816A0B"/>
    <w:rsid w:val="00832FB1"/>
    <w:rsid w:val="00834520"/>
    <w:rsid w:val="00842763"/>
    <w:rsid w:val="008443F2"/>
    <w:rsid w:val="00844D32"/>
    <w:rsid w:val="00847AC5"/>
    <w:rsid w:val="00871EBC"/>
    <w:rsid w:val="0087361B"/>
    <w:rsid w:val="0088005E"/>
    <w:rsid w:val="008916A0"/>
    <w:rsid w:val="008956F6"/>
    <w:rsid w:val="00895D7C"/>
    <w:rsid w:val="008A0DFC"/>
    <w:rsid w:val="008A1B62"/>
    <w:rsid w:val="008A31E0"/>
    <w:rsid w:val="008A7AC9"/>
    <w:rsid w:val="008C123B"/>
    <w:rsid w:val="008D0B45"/>
    <w:rsid w:val="008D30C7"/>
    <w:rsid w:val="008E1760"/>
    <w:rsid w:val="008E5A77"/>
    <w:rsid w:val="008E7116"/>
    <w:rsid w:val="008E7EE4"/>
    <w:rsid w:val="008F71FC"/>
    <w:rsid w:val="009016C5"/>
    <w:rsid w:val="009017F3"/>
    <w:rsid w:val="009024C1"/>
    <w:rsid w:val="00902998"/>
    <w:rsid w:val="00905CA8"/>
    <w:rsid w:val="009123F1"/>
    <w:rsid w:val="00912C14"/>
    <w:rsid w:val="00916E03"/>
    <w:rsid w:val="0093730C"/>
    <w:rsid w:val="00951A98"/>
    <w:rsid w:val="0096170A"/>
    <w:rsid w:val="009723B3"/>
    <w:rsid w:val="00976B24"/>
    <w:rsid w:val="00977CD1"/>
    <w:rsid w:val="00982F39"/>
    <w:rsid w:val="009A3AD2"/>
    <w:rsid w:val="009A5E65"/>
    <w:rsid w:val="009C1035"/>
    <w:rsid w:val="009C541D"/>
    <w:rsid w:val="009D3A6A"/>
    <w:rsid w:val="009E3257"/>
    <w:rsid w:val="009E3295"/>
    <w:rsid w:val="009E6C3E"/>
    <w:rsid w:val="00A0408E"/>
    <w:rsid w:val="00A12D2A"/>
    <w:rsid w:val="00A14389"/>
    <w:rsid w:val="00A23FE8"/>
    <w:rsid w:val="00A3030A"/>
    <w:rsid w:val="00A526AE"/>
    <w:rsid w:val="00A53627"/>
    <w:rsid w:val="00A62836"/>
    <w:rsid w:val="00A85BD6"/>
    <w:rsid w:val="00A90B52"/>
    <w:rsid w:val="00A91CF1"/>
    <w:rsid w:val="00A95577"/>
    <w:rsid w:val="00A97CC2"/>
    <w:rsid w:val="00AA3388"/>
    <w:rsid w:val="00AA59E7"/>
    <w:rsid w:val="00AC3A63"/>
    <w:rsid w:val="00AC60D2"/>
    <w:rsid w:val="00AE3759"/>
    <w:rsid w:val="00B12CDD"/>
    <w:rsid w:val="00B4399C"/>
    <w:rsid w:val="00B7419B"/>
    <w:rsid w:val="00B77D10"/>
    <w:rsid w:val="00BA1E26"/>
    <w:rsid w:val="00BB0C1B"/>
    <w:rsid w:val="00BB4985"/>
    <w:rsid w:val="00BC2A14"/>
    <w:rsid w:val="00BE00B3"/>
    <w:rsid w:val="00BF372F"/>
    <w:rsid w:val="00C11834"/>
    <w:rsid w:val="00C144EE"/>
    <w:rsid w:val="00C16705"/>
    <w:rsid w:val="00C21A07"/>
    <w:rsid w:val="00C22EB5"/>
    <w:rsid w:val="00C233BF"/>
    <w:rsid w:val="00C35EC8"/>
    <w:rsid w:val="00C376FB"/>
    <w:rsid w:val="00C44420"/>
    <w:rsid w:val="00C46FF5"/>
    <w:rsid w:val="00C52374"/>
    <w:rsid w:val="00C66E24"/>
    <w:rsid w:val="00C67EFD"/>
    <w:rsid w:val="00C814DB"/>
    <w:rsid w:val="00C85322"/>
    <w:rsid w:val="00C9265A"/>
    <w:rsid w:val="00CB14CF"/>
    <w:rsid w:val="00CB3838"/>
    <w:rsid w:val="00CB539D"/>
    <w:rsid w:val="00CB631D"/>
    <w:rsid w:val="00CE55E6"/>
    <w:rsid w:val="00CF10E0"/>
    <w:rsid w:val="00CF1531"/>
    <w:rsid w:val="00CF7042"/>
    <w:rsid w:val="00D174AE"/>
    <w:rsid w:val="00D319C4"/>
    <w:rsid w:val="00D94861"/>
    <w:rsid w:val="00D95D2C"/>
    <w:rsid w:val="00DA0E91"/>
    <w:rsid w:val="00DA0EE1"/>
    <w:rsid w:val="00DB7AFC"/>
    <w:rsid w:val="00DC410A"/>
    <w:rsid w:val="00DC6300"/>
    <w:rsid w:val="00DC69C6"/>
    <w:rsid w:val="00DE0860"/>
    <w:rsid w:val="00DE42ED"/>
    <w:rsid w:val="00DE4F74"/>
    <w:rsid w:val="00DF4B78"/>
    <w:rsid w:val="00E02FF5"/>
    <w:rsid w:val="00E12FA0"/>
    <w:rsid w:val="00E40A3D"/>
    <w:rsid w:val="00E4270F"/>
    <w:rsid w:val="00E439EC"/>
    <w:rsid w:val="00E47559"/>
    <w:rsid w:val="00E47F7D"/>
    <w:rsid w:val="00E64980"/>
    <w:rsid w:val="00E650E5"/>
    <w:rsid w:val="00E6767F"/>
    <w:rsid w:val="00E77AC5"/>
    <w:rsid w:val="00E8321C"/>
    <w:rsid w:val="00E8377E"/>
    <w:rsid w:val="00E86A11"/>
    <w:rsid w:val="00E94A88"/>
    <w:rsid w:val="00EA1F8A"/>
    <w:rsid w:val="00EA5EB0"/>
    <w:rsid w:val="00ED22B6"/>
    <w:rsid w:val="00ED5F0D"/>
    <w:rsid w:val="00EE44AE"/>
    <w:rsid w:val="00EF110D"/>
    <w:rsid w:val="00EF1E38"/>
    <w:rsid w:val="00EF1E74"/>
    <w:rsid w:val="00EF56DF"/>
    <w:rsid w:val="00F26BF1"/>
    <w:rsid w:val="00F3588C"/>
    <w:rsid w:val="00F4053D"/>
    <w:rsid w:val="00F415B4"/>
    <w:rsid w:val="00F422E9"/>
    <w:rsid w:val="00F571BF"/>
    <w:rsid w:val="00F625E6"/>
    <w:rsid w:val="00F659CD"/>
    <w:rsid w:val="00F73ABB"/>
    <w:rsid w:val="00F7700C"/>
    <w:rsid w:val="00F96447"/>
    <w:rsid w:val="00FA3473"/>
    <w:rsid w:val="00FA3C2B"/>
    <w:rsid w:val="00FB25E2"/>
    <w:rsid w:val="00FB6910"/>
    <w:rsid w:val="00FD258E"/>
    <w:rsid w:val="00FE1418"/>
    <w:rsid w:val="00FF4DC7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4A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eBilling</Category>
    <_dlc_DocId xmlns="cdd665a5-4d39-4c80-990a-8a3abca4f55f">657KNE7CTRDA-1055151156-73</_dlc_DocId>
    <_dlc_DocIdUrl xmlns="cdd665a5-4d39-4c80-990a-8a3abca4f55f">
      <Url>http://vaww.oed.portal.va.gov/pm/hape/ipt_5010/EDI_Portfolio/_layouts/DocIdRedir.aspx?ID=657KNE7CTRDA-1055151156-73</Url>
      <Description>657KNE7CTRDA-1055151156-73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4FA6D-1F7B-4E78-B9FF-4989DA421FA2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53a7661f-d04e-4608-abef-a17f4a389bfc"/>
    <ds:schemaRef ds:uri="cdd665a5-4d39-4c80-990a-8a3abca4f55f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A89569-0FF5-4FA4-B70B-70E7D87034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4BB579-6215-49A4-9D79-8FF59017D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7106F-DB4D-47EF-9BE4-27C077682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99773AD8</Template>
  <TotalTime>0</TotalTime>
  <Pages>1</Pages>
  <Words>163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Dept. of Veterans Affairs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Smith, Gwyn (CTGi)</dc:creator>
  <cp:lastModifiedBy>Clark, Jeffrey (Leidos)</cp:lastModifiedBy>
  <cp:revision>2</cp:revision>
  <cp:lastPrinted>2016-08-18T15:47:00Z</cp:lastPrinted>
  <dcterms:created xsi:type="dcterms:W3CDTF">2017-07-26T15:45:00Z</dcterms:created>
  <dcterms:modified xsi:type="dcterms:W3CDTF">2017-07-26T15:45:00Z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cf1848f3-2885-4d69-8944-8c372376b341</vt:lpwstr>
  </property>
  <property fmtid="{D5CDD505-2E9C-101B-9397-08002B2CF9AE}" pid="4" name="Order">
    <vt:r8>7300</vt:r8>
  </property>
</Properties>
</file>